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7B1EB9" w:rsidRDefault="0072407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 wp14:anchorId="1071CC9B" wp14:editId="78C31818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9525"/>
            <wp:wrapSquare wrapText="bothSides"/>
            <wp:docPr id="2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47FD"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F57F66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8</w:t>
      </w:r>
      <w:r w:rsidR="006204D1">
        <w:rPr>
          <w:rFonts w:ascii="Arial Narrow" w:hAnsi="Arial Narrow"/>
          <w:sz w:val="22"/>
          <w:lang w:val="de-DE"/>
        </w:rPr>
        <w:t xml:space="preserve">. Sitzung | </w:t>
      </w:r>
      <w:r w:rsidR="00180504">
        <w:rPr>
          <w:rFonts w:ascii="Arial Narrow" w:hAnsi="Arial Narrow"/>
          <w:sz w:val="22"/>
          <w:lang w:val="de-DE"/>
        </w:rPr>
        <w:t>W</w:t>
      </w:r>
      <w:r w:rsidR="006204D1">
        <w:rPr>
          <w:rFonts w:ascii="Arial Narrow" w:hAnsi="Arial Narrow"/>
          <w:sz w:val="22"/>
          <w:lang w:val="de-DE"/>
        </w:rPr>
        <w:t>S1</w:t>
      </w:r>
      <w:r w:rsidR="00FA2065">
        <w:rPr>
          <w:rFonts w:ascii="Arial Narrow" w:hAnsi="Arial Narrow"/>
          <w:sz w:val="22"/>
          <w:lang w:val="de-DE"/>
        </w:rPr>
        <w:t>7</w:t>
      </w:r>
      <w:r w:rsidR="004E73C0">
        <w:rPr>
          <w:rFonts w:ascii="Arial Narrow" w:hAnsi="Arial Narrow"/>
          <w:sz w:val="22"/>
          <w:lang w:val="de-DE"/>
        </w:rPr>
        <w:t>/18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436FE1">
        <w:rPr>
          <w:rFonts w:ascii="Arial Narrow" w:hAnsi="Arial Narrow"/>
          <w:sz w:val="22"/>
          <w:lang w:val="de-DE"/>
        </w:rPr>
        <w:t>Campus-</w:t>
      </w:r>
      <w:r>
        <w:rPr>
          <w:rFonts w:ascii="Arial Narrow" w:hAnsi="Arial Narrow"/>
          <w:sz w:val="22"/>
          <w:lang w:val="de-DE"/>
        </w:rPr>
        <w:t>AStA</w:t>
      </w:r>
    </w:p>
    <w:p w:rsidR="00AF4CE2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56178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17E3C">
        <w:rPr>
          <w:rFonts w:ascii="Arial Narrow" w:hAnsi="Arial Narrow"/>
          <w:sz w:val="22"/>
          <w:lang w:val="de-DE"/>
        </w:rPr>
        <w:t>2</w:t>
      </w:r>
      <w:r w:rsidR="00F57F66">
        <w:rPr>
          <w:rFonts w:ascii="Arial Narrow" w:hAnsi="Arial Narrow"/>
          <w:sz w:val="22"/>
          <w:lang w:val="de-DE"/>
        </w:rPr>
        <w:t>9</w:t>
      </w:r>
      <w:r w:rsidR="00C84AA7">
        <w:rPr>
          <w:rFonts w:ascii="Arial Narrow" w:hAnsi="Arial Narrow"/>
          <w:sz w:val="22"/>
          <w:lang w:val="de-DE"/>
        </w:rPr>
        <w:t>.11</w:t>
      </w:r>
      <w:r w:rsidR="00AF4CE2">
        <w:rPr>
          <w:rFonts w:ascii="Arial Narrow" w:hAnsi="Arial Narrow"/>
          <w:sz w:val="22"/>
          <w:lang w:val="de-DE"/>
        </w:rPr>
        <w:t>.2017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7440AD"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7364E7" w:rsidRDefault="000C1EB8" w:rsidP="0092247F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756178" w:rsidRDefault="002C5110" w:rsidP="002E0BD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altes Protokoll</w:t>
      </w:r>
      <w:r w:rsidR="005E51D5">
        <w:rPr>
          <w:rFonts w:ascii="Arial Narrow" w:hAnsi="Arial Narrow"/>
          <w:sz w:val="22"/>
          <w:lang w:val="de-DE"/>
        </w:rPr>
        <w:t xml:space="preserve"> / letzte drei </w:t>
      </w:r>
    </w:p>
    <w:p w:rsidR="002E0BD8" w:rsidRPr="002E0BD8" w:rsidRDefault="002E0BD8" w:rsidP="002E0BD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LAN-Party Preise (Matze)</w:t>
      </w:r>
    </w:p>
    <w:p w:rsidR="007943B4" w:rsidRDefault="007943B4" w:rsidP="002E0BD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Aufnahme Ben </w:t>
      </w:r>
      <w:r w:rsidRPr="00DE1988">
        <w:rPr>
          <w:rFonts w:ascii="Arial Narrow" w:hAnsi="Arial Narrow"/>
          <w:sz w:val="22"/>
          <w:lang w:val="de-DE"/>
        </w:rPr>
        <w:t>Herzberger</w:t>
      </w:r>
      <w:r>
        <w:rPr>
          <w:rFonts w:ascii="Arial Narrow" w:hAnsi="Arial Narrow"/>
          <w:sz w:val="22"/>
          <w:lang w:val="de-DE"/>
        </w:rPr>
        <w:t xml:space="preserve"> (</w:t>
      </w:r>
      <w:proofErr w:type="spellStart"/>
      <w:r>
        <w:rPr>
          <w:rFonts w:ascii="Arial Narrow" w:hAnsi="Arial Narrow"/>
          <w:sz w:val="22"/>
          <w:lang w:val="de-DE"/>
        </w:rPr>
        <w:t>Suske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7943B4" w:rsidRDefault="007943B4" w:rsidP="002E0BD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Schlafen im AStA (</w:t>
      </w:r>
      <w:proofErr w:type="spellStart"/>
      <w:r>
        <w:rPr>
          <w:rFonts w:ascii="Arial Narrow" w:hAnsi="Arial Narrow"/>
          <w:sz w:val="22"/>
          <w:lang w:val="de-DE"/>
        </w:rPr>
        <w:t>Suske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A04EBB" w:rsidRDefault="007943B4" w:rsidP="002E0BD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A3 Mappen (</w:t>
      </w:r>
      <w:proofErr w:type="spellStart"/>
      <w:r>
        <w:rPr>
          <w:rFonts w:ascii="Arial Narrow" w:hAnsi="Arial Narrow"/>
          <w:sz w:val="22"/>
          <w:lang w:val="de-DE"/>
        </w:rPr>
        <w:t>Suske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FE3CC6" w:rsidRDefault="00FE3CC6" w:rsidP="002E0BD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Ordnung?!? (Daniel)</w:t>
      </w:r>
    </w:p>
    <w:p w:rsidR="005E51D5" w:rsidRPr="005E51D5" w:rsidRDefault="005E51D5" w:rsidP="005E51D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Monitore im AStA (Daniel)</w:t>
      </w:r>
    </w:p>
    <w:p w:rsidR="006B5028" w:rsidRDefault="006B5028" w:rsidP="002E0BD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Abtransport alte Kühltruhen/Schränke (Daniel)</w:t>
      </w:r>
    </w:p>
    <w:p w:rsidR="0082453A" w:rsidRDefault="0082453A" w:rsidP="002E0BD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Technik (Daniel)</w:t>
      </w:r>
    </w:p>
    <w:p w:rsidR="00D20667" w:rsidRDefault="00D20667" w:rsidP="002E0BD8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Aula Vorhang (Daniel)</w:t>
      </w:r>
    </w:p>
    <w:p w:rsidR="00D20667" w:rsidRDefault="00D20667" w:rsidP="002E0BD8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Mikrofonsplitter ( Daniel)</w:t>
      </w:r>
    </w:p>
    <w:p w:rsidR="00D20667" w:rsidRDefault="00D20667" w:rsidP="002E0BD8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(Daniel)</w:t>
      </w:r>
    </w:p>
    <w:p w:rsidR="002E0BD8" w:rsidRDefault="00D20667" w:rsidP="002E0BD8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HDMI – Kabel (Daniel)</w:t>
      </w:r>
    </w:p>
    <w:p w:rsidR="007943B4" w:rsidRPr="002E0BD8" w:rsidRDefault="00D20667" w:rsidP="002E0BD8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2E0BD8">
        <w:rPr>
          <w:rFonts w:ascii="Arial Narrow" w:hAnsi="Arial Narrow"/>
          <w:sz w:val="22"/>
          <w:lang w:val="de-DE"/>
        </w:rPr>
        <w:t xml:space="preserve">Aula </w:t>
      </w:r>
      <w:proofErr w:type="spellStart"/>
      <w:r w:rsidRPr="002E0BD8">
        <w:rPr>
          <w:rFonts w:ascii="Arial Narrow" w:hAnsi="Arial Narrow"/>
          <w:sz w:val="22"/>
          <w:lang w:val="de-DE"/>
        </w:rPr>
        <w:t>Chromecast</w:t>
      </w:r>
      <w:proofErr w:type="spellEnd"/>
      <w:r w:rsidRPr="002E0BD8">
        <w:rPr>
          <w:rFonts w:ascii="Arial Narrow" w:hAnsi="Arial Narrow"/>
          <w:sz w:val="22"/>
          <w:lang w:val="de-DE"/>
        </w:rPr>
        <w:t xml:space="preserve"> Audio  (Daniel)</w:t>
      </w:r>
      <w:r w:rsidR="007943B4" w:rsidRPr="002E0BD8">
        <w:rPr>
          <w:rFonts w:ascii="Arial Narrow" w:hAnsi="Arial Narrow"/>
          <w:sz w:val="22"/>
          <w:lang w:val="de-DE"/>
        </w:rPr>
        <w:t xml:space="preserve"> </w:t>
      </w:r>
    </w:p>
    <w:p w:rsidR="00D20667" w:rsidRPr="007943B4" w:rsidRDefault="007943B4" w:rsidP="002E0BD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Fahrkosten Volleyball (Matze)</w:t>
      </w:r>
    </w:p>
    <w:p w:rsidR="00F2001D" w:rsidRDefault="00F2001D" w:rsidP="002E0BD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Pfandmarken (Matze)</w:t>
      </w:r>
    </w:p>
    <w:p w:rsidR="006333E5" w:rsidRDefault="006333E5" w:rsidP="002E0BD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Rückgaberaum (Matze)</w:t>
      </w:r>
    </w:p>
    <w:p w:rsidR="002E0BD8" w:rsidRDefault="002E0BD8" w:rsidP="002E0BD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Nikolausaktion (Armin)</w:t>
      </w:r>
    </w:p>
    <w:p w:rsidR="005E51D5" w:rsidRPr="001D7BFE" w:rsidRDefault="005E51D5" w:rsidP="002E0BD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Vorstellung (Lukas)</w:t>
      </w:r>
      <w:bookmarkStart w:id="0" w:name="_GoBack"/>
      <w:bookmarkEnd w:id="0"/>
    </w:p>
    <w:p w:rsidR="002F65F2" w:rsidRPr="007943B4" w:rsidRDefault="00FD2BD0" w:rsidP="002E0BD8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7943B4">
        <w:rPr>
          <w:rFonts w:ascii="Arial Narrow" w:hAnsi="Arial Narrow"/>
          <w:sz w:val="22"/>
          <w:lang w:val="de-DE"/>
        </w:rPr>
        <w:t>Sonstiges</w:t>
      </w:r>
    </w:p>
    <w:sectPr w:rsidR="002F65F2" w:rsidRPr="007943B4" w:rsidSect="00724073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567" w:footer="567" w:gutter="0"/>
      <w:paperSrc w:first="263" w:other="26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AF4CE2">
      <w:rPr>
        <w:rFonts w:ascii="Arial Narrow" w:hAnsi="Arial Narrow"/>
        <w:sz w:val="20"/>
        <w:lang w:val="de-DE"/>
      </w:rPr>
      <w:t>W</w:t>
    </w:r>
    <w:r w:rsidR="006204D1">
      <w:rPr>
        <w:rFonts w:ascii="Arial Narrow" w:hAnsi="Arial Narrow"/>
        <w:sz w:val="20"/>
        <w:lang w:val="de-DE"/>
      </w:rPr>
      <w:t>S1</w:t>
    </w:r>
    <w:r w:rsidR="00AF4CE2">
      <w:rPr>
        <w:rFonts w:ascii="Arial Narrow" w:hAnsi="Arial Narrow"/>
        <w:sz w:val="20"/>
        <w:lang w:val="de-DE"/>
      </w:rPr>
      <w:t>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5E51D5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171F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1F3F"/>
    <w:rsid w:val="000B2E2D"/>
    <w:rsid w:val="000B7D99"/>
    <w:rsid w:val="000C1EB8"/>
    <w:rsid w:val="000C2A6E"/>
    <w:rsid w:val="000D74D9"/>
    <w:rsid w:val="00103636"/>
    <w:rsid w:val="0011608E"/>
    <w:rsid w:val="001364FA"/>
    <w:rsid w:val="0014473D"/>
    <w:rsid w:val="00144E86"/>
    <w:rsid w:val="00180504"/>
    <w:rsid w:val="001B4703"/>
    <w:rsid w:val="001C7E80"/>
    <w:rsid w:val="001D3317"/>
    <w:rsid w:val="001D47FD"/>
    <w:rsid w:val="001D7BFE"/>
    <w:rsid w:val="001F5D4C"/>
    <w:rsid w:val="00203683"/>
    <w:rsid w:val="00211E26"/>
    <w:rsid w:val="00216572"/>
    <w:rsid w:val="0022189E"/>
    <w:rsid w:val="00273332"/>
    <w:rsid w:val="00274830"/>
    <w:rsid w:val="002A108C"/>
    <w:rsid w:val="002A571F"/>
    <w:rsid w:val="002B1A01"/>
    <w:rsid w:val="002C5110"/>
    <w:rsid w:val="002D090B"/>
    <w:rsid w:val="002D1178"/>
    <w:rsid w:val="002E0BD8"/>
    <w:rsid w:val="002E7327"/>
    <w:rsid w:val="002F65F2"/>
    <w:rsid w:val="00310FD9"/>
    <w:rsid w:val="00312F4D"/>
    <w:rsid w:val="003339C0"/>
    <w:rsid w:val="00334E64"/>
    <w:rsid w:val="0034237A"/>
    <w:rsid w:val="003602E4"/>
    <w:rsid w:val="0036697F"/>
    <w:rsid w:val="003733CC"/>
    <w:rsid w:val="003775B0"/>
    <w:rsid w:val="00380B31"/>
    <w:rsid w:val="00396AA7"/>
    <w:rsid w:val="003A08CC"/>
    <w:rsid w:val="003B669B"/>
    <w:rsid w:val="003C6867"/>
    <w:rsid w:val="004108F1"/>
    <w:rsid w:val="00425EF5"/>
    <w:rsid w:val="004359A0"/>
    <w:rsid w:val="00436FE1"/>
    <w:rsid w:val="00441B0C"/>
    <w:rsid w:val="00487AF4"/>
    <w:rsid w:val="004D1F62"/>
    <w:rsid w:val="004E73C0"/>
    <w:rsid w:val="00501683"/>
    <w:rsid w:val="00501BD9"/>
    <w:rsid w:val="005066BF"/>
    <w:rsid w:val="00520BCC"/>
    <w:rsid w:val="00525A67"/>
    <w:rsid w:val="00543129"/>
    <w:rsid w:val="00556AE8"/>
    <w:rsid w:val="00577F83"/>
    <w:rsid w:val="0059040E"/>
    <w:rsid w:val="005B0325"/>
    <w:rsid w:val="005B1C22"/>
    <w:rsid w:val="005D1210"/>
    <w:rsid w:val="005E51D5"/>
    <w:rsid w:val="005F45A2"/>
    <w:rsid w:val="005F4E54"/>
    <w:rsid w:val="00602994"/>
    <w:rsid w:val="00604CA6"/>
    <w:rsid w:val="00606C2C"/>
    <w:rsid w:val="00606F9B"/>
    <w:rsid w:val="00614F9E"/>
    <w:rsid w:val="006204D1"/>
    <w:rsid w:val="006333E5"/>
    <w:rsid w:val="00685893"/>
    <w:rsid w:val="00686ECB"/>
    <w:rsid w:val="006A01E2"/>
    <w:rsid w:val="006A0CE7"/>
    <w:rsid w:val="006A2577"/>
    <w:rsid w:val="006A6E9D"/>
    <w:rsid w:val="006B5028"/>
    <w:rsid w:val="006C4D68"/>
    <w:rsid w:val="006D4F2F"/>
    <w:rsid w:val="006D5E3B"/>
    <w:rsid w:val="006F55D7"/>
    <w:rsid w:val="00713690"/>
    <w:rsid w:val="007173E9"/>
    <w:rsid w:val="00724073"/>
    <w:rsid w:val="00733F99"/>
    <w:rsid w:val="007364E7"/>
    <w:rsid w:val="00742C7E"/>
    <w:rsid w:val="007440AD"/>
    <w:rsid w:val="00756178"/>
    <w:rsid w:val="00761B22"/>
    <w:rsid w:val="0076384A"/>
    <w:rsid w:val="00766556"/>
    <w:rsid w:val="00784186"/>
    <w:rsid w:val="00792AB8"/>
    <w:rsid w:val="007943B4"/>
    <w:rsid w:val="007B1EB9"/>
    <w:rsid w:val="007C767B"/>
    <w:rsid w:val="007D1D88"/>
    <w:rsid w:val="007D46E4"/>
    <w:rsid w:val="007D7C7C"/>
    <w:rsid w:val="007E031D"/>
    <w:rsid w:val="007E4020"/>
    <w:rsid w:val="007F047A"/>
    <w:rsid w:val="00802C4B"/>
    <w:rsid w:val="00802C61"/>
    <w:rsid w:val="00804127"/>
    <w:rsid w:val="008046FF"/>
    <w:rsid w:val="00813522"/>
    <w:rsid w:val="008155DB"/>
    <w:rsid w:val="00815DF3"/>
    <w:rsid w:val="0081628F"/>
    <w:rsid w:val="0081784D"/>
    <w:rsid w:val="00817E3C"/>
    <w:rsid w:val="0082453A"/>
    <w:rsid w:val="00834521"/>
    <w:rsid w:val="008378D7"/>
    <w:rsid w:val="00843F45"/>
    <w:rsid w:val="008457B3"/>
    <w:rsid w:val="00854118"/>
    <w:rsid w:val="008743D8"/>
    <w:rsid w:val="008C250E"/>
    <w:rsid w:val="008D16EC"/>
    <w:rsid w:val="008D2BDB"/>
    <w:rsid w:val="008F7364"/>
    <w:rsid w:val="008F780F"/>
    <w:rsid w:val="0092247F"/>
    <w:rsid w:val="0092701A"/>
    <w:rsid w:val="00927544"/>
    <w:rsid w:val="009301A0"/>
    <w:rsid w:val="00937828"/>
    <w:rsid w:val="009569A4"/>
    <w:rsid w:val="009757B0"/>
    <w:rsid w:val="009906B7"/>
    <w:rsid w:val="009B7B2F"/>
    <w:rsid w:val="009D3E73"/>
    <w:rsid w:val="009E6CE4"/>
    <w:rsid w:val="00A04EBB"/>
    <w:rsid w:val="00A05515"/>
    <w:rsid w:val="00A17584"/>
    <w:rsid w:val="00A268ED"/>
    <w:rsid w:val="00A448D9"/>
    <w:rsid w:val="00A44D35"/>
    <w:rsid w:val="00A609B8"/>
    <w:rsid w:val="00A62A5E"/>
    <w:rsid w:val="00A87E62"/>
    <w:rsid w:val="00A94BC2"/>
    <w:rsid w:val="00AE757F"/>
    <w:rsid w:val="00AF0B6E"/>
    <w:rsid w:val="00AF264D"/>
    <w:rsid w:val="00AF4CE2"/>
    <w:rsid w:val="00B138C8"/>
    <w:rsid w:val="00B25462"/>
    <w:rsid w:val="00B262CA"/>
    <w:rsid w:val="00B31937"/>
    <w:rsid w:val="00B51224"/>
    <w:rsid w:val="00B83D82"/>
    <w:rsid w:val="00B91196"/>
    <w:rsid w:val="00BA0568"/>
    <w:rsid w:val="00BA10A5"/>
    <w:rsid w:val="00BD4E8B"/>
    <w:rsid w:val="00BE1515"/>
    <w:rsid w:val="00BE230D"/>
    <w:rsid w:val="00C1435E"/>
    <w:rsid w:val="00C22F83"/>
    <w:rsid w:val="00C46942"/>
    <w:rsid w:val="00C55C5B"/>
    <w:rsid w:val="00C60DAE"/>
    <w:rsid w:val="00C63840"/>
    <w:rsid w:val="00C7694F"/>
    <w:rsid w:val="00C772CC"/>
    <w:rsid w:val="00C82C9C"/>
    <w:rsid w:val="00C84AA7"/>
    <w:rsid w:val="00CA5DF7"/>
    <w:rsid w:val="00CB5BD5"/>
    <w:rsid w:val="00CB7EB7"/>
    <w:rsid w:val="00CD7327"/>
    <w:rsid w:val="00CF0EE6"/>
    <w:rsid w:val="00D20667"/>
    <w:rsid w:val="00D24319"/>
    <w:rsid w:val="00D247B7"/>
    <w:rsid w:val="00D24AA6"/>
    <w:rsid w:val="00D523B8"/>
    <w:rsid w:val="00D55BFE"/>
    <w:rsid w:val="00D62D7D"/>
    <w:rsid w:val="00D74377"/>
    <w:rsid w:val="00D803B9"/>
    <w:rsid w:val="00D94C60"/>
    <w:rsid w:val="00DD1790"/>
    <w:rsid w:val="00DE1F6C"/>
    <w:rsid w:val="00DE2509"/>
    <w:rsid w:val="00E06528"/>
    <w:rsid w:val="00E1673A"/>
    <w:rsid w:val="00E1764A"/>
    <w:rsid w:val="00E206F4"/>
    <w:rsid w:val="00E23EB0"/>
    <w:rsid w:val="00E33D18"/>
    <w:rsid w:val="00E36789"/>
    <w:rsid w:val="00E52891"/>
    <w:rsid w:val="00E66A27"/>
    <w:rsid w:val="00E81129"/>
    <w:rsid w:val="00E81768"/>
    <w:rsid w:val="00E90352"/>
    <w:rsid w:val="00E97E93"/>
    <w:rsid w:val="00EA30A5"/>
    <w:rsid w:val="00EB31F2"/>
    <w:rsid w:val="00F15EEB"/>
    <w:rsid w:val="00F2001D"/>
    <w:rsid w:val="00F57F66"/>
    <w:rsid w:val="00F834DE"/>
    <w:rsid w:val="00F87ED7"/>
    <w:rsid w:val="00FA2065"/>
    <w:rsid w:val="00FD2BD0"/>
    <w:rsid w:val="00FD2F2E"/>
    <w:rsid w:val="00FE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87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cp:lastModifiedBy>Daniel Sommer</cp:lastModifiedBy>
  <cp:revision>11</cp:revision>
  <cp:lastPrinted>2017-11-22T12:03:00Z</cp:lastPrinted>
  <dcterms:created xsi:type="dcterms:W3CDTF">2017-11-23T13:53:00Z</dcterms:created>
  <dcterms:modified xsi:type="dcterms:W3CDTF">2017-11-29T12:00:00Z</dcterms:modified>
</cp:coreProperties>
</file>